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72A0F71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84345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75F1824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84345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584345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0A49E" w14:textId="77777777" w:rsidR="00F40BF2" w:rsidRDefault="00F40BF2" w:rsidP="00C16ABF">
      <w:pPr>
        <w:spacing w:after="0" w:line="240" w:lineRule="auto"/>
      </w:pPr>
      <w:r>
        <w:separator/>
      </w:r>
    </w:p>
  </w:endnote>
  <w:endnote w:type="continuationSeparator" w:id="0">
    <w:p w14:paraId="6BF15F62" w14:textId="77777777" w:rsidR="00F40BF2" w:rsidRDefault="00F40B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6989A" w14:textId="77777777" w:rsidR="00F40BF2" w:rsidRDefault="00F40BF2" w:rsidP="00C16ABF">
      <w:pPr>
        <w:spacing w:after="0" w:line="240" w:lineRule="auto"/>
      </w:pPr>
      <w:r>
        <w:separator/>
      </w:r>
    </w:p>
  </w:footnote>
  <w:footnote w:type="continuationSeparator" w:id="0">
    <w:p w14:paraId="2710C46A" w14:textId="77777777" w:rsidR="00F40BF2" w:rsidRDefault="00F40BF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84345"/>
    <w:rsid w:val="0059484D"/>
    <w:rsid w:val="005A0855"/>
    <w:rsid w:val="005A133C"/>
    <w:rsid w:val="005A3196"/>
    <w:rsid w:val="005B68AE"/>
    <w:rsid w:val="005C080F"/>
    <w:rsid w:val="005C55E5"/>
    <w:rsid w:val="005C696A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40BF2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62658-7E8F-4797-B14E-182ACCCA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107</TotalTime>
  <Pages>1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37</cp:revision>
  <cp:lastPrinted>2019-02-06T12:12:00Z</cp:lastPrinted>
  <dcterms:created xsi:type="dcterms:W3CDTF">2020-09-30T13:29:00Z</dcterms:created>
  <dcterms:modified xsi:type="dcterms:W3CDTF">2021-11-05T13:29:00Z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